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851BE" w:rsidP="00CB5A08">
      <w:pPr>
        <w:pStyle w:val="Heading1"/>
      </w:pPr>
      <w:bookmarkStart w:id="0" w:name="_GoBack"/>
      <w:bookmarkEnd w:id="0"/>
      <w:r>
        <w:t>5 Smart Ways to Increase Your Website’s Organic Traffic</w:t>
      </w:r>
    </w:p>
    <w:p w:rsidR="007A78A2" w:rsidRDefault="007A78A2" w:rsidP="007A78A2"/>
    <w:p w:rsidR="007A78A2" w:rsidRDefault="00E851BE" w:rsidP="007A78A2">
      <w:r>
        <w:t xml:space="preserve">At times, it can be challenging to improve the organic traffic to your website, </w:t>
      </w:r>
      <w:r w:rsidR="00FD2382">
        <w:t xml:space="preserve">but when you apply the correct SEO strategies, you’ll eventually see a payoff from all your hard work. What makes search engine traffic so great is that it is both targeted and relevant. Here are five ways that you can use to increase </w:t>
      </w:r>
      <w:r w:rsidR="00BD7856">
        <w:t>organic</w:t>
      </w:r>
      <w:r w:rsidR="00FD2382">
        <w:t xml:space="preserve"> traffic to your website. </w:t>
      </w:r>
    </w:p>
    <w:p w:rsidR="00FD2382" w:rsidRDefault="00FD2382" w:rsidP="007A78A2"/>
    <w:p w:rsidR="00FD2382" w:rsidRDefault="00E851BE" w:rsidP="007A78A2">
      <w:pPr>
        <w:rPr>
          <w:b/>
        </w:rPr>
      </w:pPr>
      <w:r>
        <w:rPr>
          <w:b/>
        </w:rPr>
        <w:t>Optimize For Your Audience, Not the Search Engines</w:t>
      </w:r>
    </w:p>
    <w:p w:rsidR="00BD7856" w:rsidRDefault="00E851BE" w:rsidP="007A78A2">
      <w:r>
        <w:t>The most important thing you can do to increase organic traffic to your site is to write for your audience, so you know exactly who you are addressing in your content. By creating quality, va</w:t>
      </w:r>
      <w:r>
        <w:t>lue-added content that resonates with your targeted audience, your SEO will naturally improve. This requires you to understand the central issues of your audience and utilizing the keywords that they use in search queries.</w:t>
      </w:r>
    </w:p>
    <w:p w:rsidR="00BD7856" w:rsidRDefault="00BD7856" w:rsidP="007A78A2"/>
    <w:p w:rsidR="00BD7856" w:rsidRDefault="00E851BE" w:rsidP="007A78A2">
      <w:pPr>
        <w:rPr>
          <w:b/>
        </w:rPr>
      </w:pPr>
      <w:r>
        <w:rPr>
          <w:b/>
        </w:rPr>
        <w:t>Blog Regularly</w:t>
      </w:r>
    </w:p>
    <w:p w:rsidR="00461331" w:rsidRDefault="00E851BE" w:rsidP="007A78A2">
      <w:r>
        <w:t>Regularly bloggin</w:t>
      </w:r>
      <w:r>
        <w:t>g is one of the most effective ways to increase organic traffic to your site. It allows you to go more in-depth than your website and creates an extensive catalog of helpful, audience-optimized content, which is centered on your niche market. However, poor</w:t>
      </w:r>
      <w:r>
        <w:t>ly-written, spammy, content will do more harm than good.</w:t>
      </w:r>
    </w:p>
    <w:p w:rsidR="005E0A0D" w:rsidRDefault="005E0A0D" w:rsidP="007A78A2"/>
    <w:p w:rsidR="005E0A0D" w:rsidRDefault="00E851BE" w:rsidP="007A78A2">
      <w:pPr>
        <w:rPr>
          <w:b/>
        </w:rPr>
      </w:pPr>
      <w:r>
        <w:rPr>
          <w:b/>
        </w:rPr>
        <w:t>Use Long Tail Keywords</w:t>
      </w:r>
    </w:p>
    <w:p w:rsidR="005E0A0D" w:rsidRDefault="00E851BE" w:rsidP="007A78A2">
      <w:r>
        <w:t>Don't merely use the most popular keywords in your market. You need to use keywords that are specific to your product or service. After a time, Google and other search engines</w:t>
      </w:r>
      <w:r>
        <w:t xml:space="preserve"> will recognize your site or blog as a destination for that particular subject. This will substantially boost your content in search </w:t>
      </w:r>
      <w:r w:rsidR="00FE28F7">
        <w:t xml:space="preserve">rankings and allow your ideal customer to find you. </w:t>
      </w:r>
    </w:p>
    <w:p w:rsidR="00FE28F7" w:rsidRDefault="00FE28F7" w:rsidP="007A78A2"/>
    <w:p w:rsidR="00FE28F7" w:rsidRDefault="00E851BE" w:rsidP="007A78A2">
      <w:pPr>
        <w:rPr>
          <w:b/>
        </w:rPr>
      </w:pPr>
      <w:r>
        <w:rPr>
          <w:b/>
        </w:rPr>
        <w:t>Get Your Meta Data Down</w:t>
      </w:r>
    </w:p>
    <w:p w:rsidR="00FE28F7" w:rsidRDefault="00E851BE" w:rsidP="007A78A2">
      <w:r>
        <w:t xml:space="preserve">Your site's meta title, URL, and description </w:t>
      </w:r>
      <w:r>
        <w:t>are three critical aspects for an optimized website or blog post. Your metadata is a simple but effective way to optimize your site for the search engines. However, it's not enough to merely add a plugin; you have to work on each page separately.</w:t>
      </w:r>
    </w:p>
    <w:p w:rsidR="00FE28F7" w:rsidRDefault="00FE28F7" w:rsidP="007A78A2"/>
    <w:p w:rsidR="00FE28F7" w:rsidRDefault="00E851BE" w:rsidP="007A78A2">
      <w:pPr>
        <w:rPr>
          <w:b/>
        </w:rPr>
      </w:pPr>
      <w:r>
        <w:rPr>
          <w:b/>
        </w:rPr>
        <w:t>Use Inte</w:t>
      </w:r>
      <w:r>
        <w:rPr>
          <w:b/>
        </w:rPr>
        <w:t>rnal Links</w:t>
      </w:r>
    </w:p>
    <w:p w:rsidR="00FE28F7" w:rsidRDefault="00E851BE" w:rsidP="007A78A2">
      <w:r>
        <w:t xml:space="preserve">As you build up a decent back catalog of content, you want to start linking to those pages in your blogs and throughout your website to guide your </w:t>
      </w:r>
      <w:r>
        <w:lastRenderedPageBreak/>
        <w:t>audience to more relevant content. Adding internal links can keep your visitors on your site for m</w:t>
      </w:r>
      <w:r>
        <w:t>ore extended periods, which will help to boost your search rankings.</w:t>
      </w:r>
    </w:p>
    <w:p w:rsidR="00FE28F7" w:rsidRDefault="00FE28F7" w:rsidP="007A78A2"/>
    <w:p w:rsidR="00FE28F7" w:rsidRPr="00FE28F7" w:rsidRDefault="00E851BE" w:rsidP="007A78A2">
      <w:r>
        <w:t xml:space="preserve">Ultimately, to increase organic traffic to your site, you need to provide your customers with </w:t>
      </w:r>
      <w:r w:rsidR="00A42294">
        <w:t xml:space="preserve">what they want, quality information, advice, and insight. </w:t>
      </w:r>
    </w:p>
    <w:sectPr w:rsidR="00FE28F7" w:rsidRPr="00FE28F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8"/>
    <w:rsid w:val="00461331"/>
    <w:rsid w:val="005E0A0D"/>
    <w:rsid w:val="0064063D"/>
    <w:rsid w:val="00660AAD"/>
    <w:rsid w:val="007A78A2"/>
    <w:rsid w:val="00A42294"/>
    <w:rsid w:val="00BD7856"/>
    <w:rsid w:val="00CB5A08"/>
    <w:rsid w:val="00D63472"/>
    <w:rsid w:val="00E851BE"/>
    <w:rsid w:val="00ED7616"/>
    <w:rsid w:val="00FD2382"/>
    <w:rsid w:val="00FE2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72C57EAE-B25D-7141-A3A5-75677EF7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403</Words>
  <Characters>1995</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2018-10-23T13:38:00Z</dcterms:created>
  <dcterms:modified xsi:type="dcterms:W3CDTF">2018-10-23T13:39:00Z</dcterms:modified>
  <cp:category/>
</cp:coreProperties>
</file>